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68A2" w:rsidRDefault="005F68A2" w:rsidP="005F68A2">
      <w:pPr>
        <w:pStyle w:val="IQB-Aufgabentitel"/>
      </w:pPr>
      <w:r>
        <w:t xml:space="preserve">Le </w:t>
      </w:r>
      <w:proofErr w:type="spellStart"/>
      <w:r>
        <w:t>drapeau</w:t>
      </w:r>
      <w:proofErr w:type="spellEnd"/>
      <w:r>
        <w:t xml:space="preserve"> </w:t>
      </w:r>
      <w:proofErr w:type="spellStart"/>
      <w:r>
        <w:t>blanc</w:t>
      </w:r>
      <w:proofErr w:type="spellEnd"/>
    </w:p>
    <w:p w:rsidR="005F68A2" w:rsidRDefault="005F68A2" w:rsidP="005F68A2">
      <w:pPr>
        <w:pStyle w:val="IQB-Aufgabengrafik"/>
      </w:pPr>
      <w:r>
        <w:rPr>
          <w:noProof/>
        </w:rPr>
        <w:drawing>
          <wp:inline distT="0" distB="0" distL="0" distR="0">
            <wp:extent cx="6124575" cy="4305300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line Text Wrapping Pictur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430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68A2" w:rsidRDefault="005F68A2" w:rsidP="005F68A2">
      <w:pPr>
        <w:pStyle w:val="IQB-Teilaufgabentitel"/>
      </w:pPr>
      <w:r>
        <w:t>1.1</w:t>
      </w:r>
    </w:p>
    <w:p w:rsidR="005F68A2" w:rsidRDefault="005F68A2" w:rsidP="005F68A2">
      <w:pPr>
        <w:pStyle w:val="IQB-Teilaufgabengrafik"/>
      </w:pPr>
      <w:r>
        <w:rPr>
          <w:noProof/>
        </w:rPr>
        <w:drawing>
          <wp:inline distT="0" distB="0" distL="0" distR="0">
            <wp:extent cx="5838825" cy="581025"/>
            <wp:effectExtent l="0" t="0" r="0" b="952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line Text Wrapping Pictur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68A2" w:rsidRDefault="005F68A2" w:rsidP="005F68A2">
      <w:pPr>
        <w:pStyle w:val="IQB-Teilaufgabentitel"/>
      </w:pPr>
      <w:r>
        <w:t>1.2</w:t>
      </w:r>
    </w:p>
    <w:p w:rsidR="005F68A2" w:rsidRDefault="005F68A2" w:rsidP="005F68A2">
      <w:pPr>
        <w:pStyle w:val="IQB-Teilaufgabengrafik"/>
      </w:pPr>
      <w:r>
        <w:rPr>
          <w:noProof/>
        </w:rPr>
        <w:drawing>
          <wp:inline distT="0" distB="0" distL="0" distR="0">
            <wp:extent cx="5838825" cy="1057275"/>
            <wp:effectExtent l="0" t="0" r="0" b="952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line Text Wrapping Pictur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68A2" w:rsidRDefault="005F68A2" w:rsidP="005F68A2">
      <w:pPr>
        <w:pStyle w:val="IQB-Teilaufgabentitel"/>
      </w:pPr>
      <w:r>
        <w:t>1.3</w:t>
      </w:r>
    </w:p>
    <w:p w:rsidR="005F68A2" w:rsidRDefault="005F68A2" w:rsidP="005F68A2">
      <w:pPr>
        <w:pStyle w:val="IQB-Teilaufgabengrafik"/>
      </w:pPr>
      <w:r>
        <w:rPr>
          <w:noProof/>
        </w:rPr>
        <w:drawing>
          <wp:inline distT="0" distB="0" distL="0" distR="0">
            <wp:extent cx="5829300" cy="581025"/>
            <wp:effectExtent l="0" t="0" r="0" b="952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line Text Wrapping Pictur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68A2" w:rsidRDefault="005F68A2" w:rsidP="005F68A2">
      <w:pPr>
        <w:pStyle w:val="IQB-Teilaufgabentitel"/>
      </w:pPr>
      <w:r>
        <w:lastRenderedPageBreak/>
        <w:t>1</w:t>
      </w:r>
      <w:bookmarkStart w:id="0" w:name="_GoBack"/>
      <w:bookmarkEnd w:id="0"/>
      <w:r>
        <w:t>.4</w:t>
      </w:r>
    </w:p>
    <w:p w:rsidR="00867D15" w:rsidRPr="00A43268" w:rsidRDefault="005F68A2" w:rsidP="005F68A2">
      <w:pPr>
        <w:pStyle w:val="IQBTHAufgabentitel"/>
      </w:pPr>
      <w:r>
        <w:rPr>
          <w:noProof/>
        </w:rPr>
        <w:drawing>
          <wp:inline distT="0" distB="0" distL="0" distR="0">
            <wp:extent cx="5838825" cy="9906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line Text Wrapping Pictur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38D" w:rsidRDefault="00EA138D" w:rsidP="000A2DD0"/>
    <w:sectPr w:rsidR="00EA138D" w:rsidSect="00FD413E">
      <w:footerReference w:type="default" r:id="rId12"/>
      <w:headerReference w:type="first" r:id="rId13"/>
      <w:footerReference w:type="first" r:id="rId14"/>
      <w:pgSz w:w="11906" w:h="16838"/>
      <w:pgMar w:top="1110" w:right="991" w:bottom="1134" w:left="1134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55F6" w:rsidRDefault="009755F6" w:rsidP="004614D5">
      <w:r>
        <w:separator/>
      </w:r>
    </w:p>
  </w:endnote>
  <w:endnote w:type="continuationSeparator" w:id="0">
    <w:p w:rsidR="009755F6" w:rsidRDefault="009755F6" w:rsidP="00461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138D" w:rsidRDefault="00EA138D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 w:rsidR="005F68A2">
      <w:rPr>
        <w:noProof/>
      </w:rPr>
      <w:t>2</w:t>
    </w:r>
    <w:r>
      <w:fldChar w:fldCharType="end"/>
    </w:r>
  </w:p>
  <w:p w:rsidR="00FD413E" w:rsidRDefault="00FD413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138D" w:rsidRDefault="00EA138D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 w:rsidR="005F68A2">
      <w:rPr>
        <w:noProof/>
      </w:rPr>
      <w:t>1</w:t>
    </w:r>
    <w:r>
      <w:fldChar w:fldCharType="end"/>
    </w:r>
  </w:p>
  <w:p w:rsidR="00FD413E" w:rsidRDefault="00FD413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55F6" w:rsidRDefault="009755F6" w:rsidP="004614D5">
      <w:r>
        <w:separator/>
      </w:r>
    </w:p>
  </w:footnote>
  <w:footnote w:type="continuationSeparator" w:id="0">
    <w:p w:rsidR="009755F6" w:rsidRDefault="009755F6" w:rsidP="004614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69BE" w:rsidRDefault="000A2DD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721360</wp:posOffset>
          </wp:positionH>
          <wp:positionV relativeFrom="page">
            <wp:posOffset>253365</wp:posOffset>
          </wp:positionV>
          <wp:extent cx="4105275" cy="269875"/>
          <wp:effectExtent l="0" t="0" r="9525" b="0"/>
          <wp:wrapTopAndBottom/>
          <wp:docPr id="1" name="Grafik 2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457C0A"/>
    <w:multiLevelType w:val="hybridMultilevel"/>
    <w:tmpl w:val="97204E26"/>
    <w:lvl w:ilvl="0" w:tplc="7DA6D9D6">
      <w:start w:val="1"/>
      <w:numFmt w:val="bullet"/>
      <w:pStyle w:val="IQB-RSExampl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2DD0"/>
    <w:rsid w:val="000A2DD0"/>
    <w:rsid w:val="001D7D01"/>
    <w:rsid w:val="00294A0B"/>
    <w:rsid w:val="002A074C"/>
    <w:rsid w:val="00433302"/>
    <w:rsid w:val="004614D5"/>
    <w:rsid w:val="004643B4"/>
    <w:rsid w:val="005F68A2"/>
    <w:rsid w:val="007027DF"/>
    <w:rsid w:val="00836764"/>
    <w:rsid w:val="00867D15"/>
    <w:rsid w:val="009755F6"/>
    <w:rsid w:val="00B27948"/>
    <w:rsid w:val="00BE0B02"/>
    <w:rsid w:val="00C04B1C"/>
    <w:rsid w:val="00CA68EA"/>
    <w:rsid w:val="00CD01BF"/>
    <w:rsid w:val="00CD35FD"/>
    <w:rsid w:val="00D073E8"/>
    <w:rsid w:val="00D469BE"/>
    <w:rsid w:val="00DC1A7D"/>
    <w:rsid w:val="00E8353E"/>
    <w:rsid w:val="00EA138D"/>
    <w:rsid w:val="00F91209"/>
    <w:rsid w:val="00FD413E"/>
    <w:rsid w:val="00FE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332ED4"/>
  <w15:docId w15:val="{295D1AE8-BCCC-48B2-AE31-B61B0760B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67D15"/>
    <w:rPr>
      <w:rFonts w:ascii="Times New Roman" w:eastAsia="Times New Roman" w:hAnsi="Times New Roman"/>
      <w:sz w:val="24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614D5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614D5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614D5"/>
  </w:style>
  <w:style w:type="paragraph" w:styleId="Fuzeile">
    <w:name w:val="footer"/>
    <w:basedOn w:val="Standard"/>
    <w:link w:val="FuzeileZchn"/>
    <w:uiPriority w:val="99"/>
    <w:unhideWhenUsed/>
    <w:rsid w:val="004614D5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4614D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14D5"/>
    <w:rPr>
      <w:rFonts w:ascii="Tahoma" w:eastAsia="Calibr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link w:val="Sprechblasentext"/>
    <w:uiPriority w:val="99"/>
    <w:semiHidden/>
    <w:rsid w:val="004614D5"/>
    <w:rPr>
      <w:rFonts w:ascii="Tahoma" w:hAnsi="Tahoma" w:cs="Tahoma"/>
      <w:sz w:val="16"/>
      <w:szCs w:val="16"/>
    </w:rPr>
  </w:style>
  <w:style w:type="paragraph" w:customStyle="1" w:styleId="IQBTHAufgabentitel">
    <w:name w:val="IQB TH Aufgabentitel"/>
    <w:basedOn w:val="berschrift3"/>
    <w:rsid w:val="004614D5"/>
    <w:pPr>
      <w:keepLines w:val="0"/>
      <w:pBdr>
        <w:top w:val="single" w:sz="4" w:space="6" w:color="auto"/>
        <w:bottom w:val="single" w:sz="4" w:space="6" w:color="auto"/>
      </w:pBdr>
      <w:spacing w:before="480" w:after="120" w:line="240" w:lineRule="auto"/>
      <w:jc w:val="center"/>
    </w:pPr>
    <w:rPr>
      <w:rFonts w:ascii="Arial" w:hAnsi="Arial" w:cs="Arial"/>
      <w:b w:val="0"/>
      <w:color w:val="auto"/>
      <w:sz w:val="36"/>
      <w:szCs w:val="36"/>
      <w:lang w:eastAsia="de-DE"/>
    </w:rPr>
  </w:style>
  <w:style w:type="character" w:customStyle="1" w:styleId="berschrift3Zchn">
    <w:name w:val="Überschrift 3 Zchn"/>
    <w:link w:val="berschrift3"/>
    <w:uiPriority w:val="9"/>
    <w:semiHidden/>
    <w:rsid w:val="004614D5"/>
    <w:rPr>
      <w:rFonts w:ascii="Cambria" w:eastAsia="Times New Roman" w:hAnsi="Cambria" w:cs="Times New Roman"/>
      <w:b/>
      <w:bCs/>
      <w:color w:val="4F81BD"/>
    </w:rPr>
  </w:style>
  <w:style w:type="paragraph" w:customStyle="1" w:styleId="IQBTHTeilaufgabe">
    <w:name w:val="IQB TH Teilaufgabe"/>
    <w:basedOn w:val="Standard"/>
    <w:rsid w:val="000A2DD0"/>
    <w:pPr>
      <w:spacing w:after="240"/>
    </w:pPr>
    <w:rPr>
      <w:rFonts w:ascii="Arial" w:hAnsi="Arial"/>
    </w:rPr>
  </w:style>
  <w:style w:type="paragraph" w:customStyle="1" w:styleId="IQBTHStimulus">
    <w:name w:val="IQB TH Stimulus"/>
    <w:basedOn w:val="Standard"/>
    <w:rsid w:val="000A2DD0"/>
    <w:pPr>
      <w:keepNext/>
      <w:widowControl w:val="0"/>
      <w:spacing w:before="120" w:after="120"/>
    </w:pPr>
    <w:rPr>
      <w:rFonts w:ascii="Arial" w:hAnsi="Arial"/>
    </w:rPr>
  </w:style>
  <w:style w:type="paragraph" w:customStyle="1" w:styleId="IQB-Teilaufgabentitel">
    <w:name w:val="IQB-Teilaufgabentitel"/>
    <w:basedOn w:val="Standard"/>
    <w:link w:val="IQB-TeilaufgabentitelZchn"/>
    <w:rsid w:val="00433302"/>
    <w:pPr>
      <w:keepNext/>
      <w:spacing w:before="120" w:after="120"/>
    </w:pPr>
    <w:rPr>
      <w:rFonts w:ascii="Arial" w:hAnsi="Arial"/>
      <w:b/>
    </w:rPr>
  </w:style>
  <w:style w:type="character" w:customStyle="1" w:styleId="IQB-TeilaufgabentitelZchn">
    <w:name w:val="IQB-Teilaufgabentitel Zchn"/>
    <w:basedOn w:val="Absatz-Standardschriftart"/>
    <w:link w:val="IQB-Teilaufgabentitel"/>
    <w:rsid w:val="00433302"/>
    <w:rPr>
      <w:rFonts w:ascii="Arial" w:eastAsia="Times New Roman" w:hAnsi="Arial"/>
      <w:b/>
      <w:sz w:val="24"/>
      <w:szCs w:val="24"/>
    </w:rPr>
  </w:style>
  <w:style w:type="paragraph" w:customStyle="1" w:styleId="IQB-Teilaufgabengrafik">
    <w:name w:val="IQB-Teilaufgabengrafik"/>
    <w:basedOn w:val="Standard"/>
    <w:link w:val="IQB-TeilaufgabengrafikZchn"/>
    <w:qFormat/>
    <w:rsid w:val="00433302"/>
    <w:pPr>
      <w:widowControl w:val="0"/>
      <w:spacing w:before="60" w:after="60"/>
    </w:pPr>
    <w:rPr>
      <w:rFonts w:ascii="Arial" w:hAnsi="Arial"/>
    </w:rPr>
  </w:style>
  <w:style w:type="character" w:customStyle="1" w:styleId="IQB-TeilaufgabengrafikZchn">
    <w:name w:val="IQB-Teilaufgabengrafik Zchn"/>
    <w:basedOn w:val="Absatz-Standardschriftart"/>
    <w:link w:val="IQB-Teilaufgabengrafik"/>
    <w:rsid w:val="00433302"/>
    <w:rPr>
      <w:rFonts w:ascii="Arial" w:eastAsia="Times New Roman" w:hAnsi="Arial"/>
      <w:sz w:val="24"/>
      <w:szCs w:val="24"/>
    </w:rPr>
  </w:style>
  <w:style w:type="paragraph" w:customStyle="1" w:styleId="IQB-Aufgabentitel">
    <w:name w:val="IQB-Aufgabentitel"/>
    <w:basedOn w:val="Standard"/>
    <w:rsid w:val="005F68A2"/>
    <w:pPr>
      <w:keepNext/>
      <w:pBdr>
        <w:top w:val="single" w:sz="4" w:space="1" w:color="auto"/>
        <w:bottom w:val="single" w:sz="4" w:space="1" w:color="auto"/>
      </w:pBdr>
      <w:jc w:val="center"/>
      <w:outlineLvl w:val="0"/>
    </w:pPr>
    <w:rPr>
      <w:rFonts w:ascii="Arial" w:hAnsi="Arial"/>
      <w:kern w:val="32"/>
      <w:sz w:val="36"/>
      <w:szCs w:val="20"/>
    </w:rPr>
  </w:style>
  <w:style w:type="paragraph" w:customStyle="1" w:styleId="IQB-RSExample">
    <w:name w:val="IQB-RSExample"/>
    <w:basedOn w:val="Standard"/>
    <w:link w:val="IQB-RSExampleZchn"/>
    <w:qFormat/>
    <w:rsid w:val="005F68A2"/>
    <w:pPr>
      <w:numPr>
        <w:numId w:val="1"/>
      </w:numPr>
      <w:spacing w:before="60"/>
    </w:pPr>
    <w:rPr>
      <w:rFonts w:ascii="Arial" w:hAnsi="Arial"/>
    </w:rPr>
  </w:style>
  <w:style w:type="character" w:customStyle="1" w:styleId="IQB-RSExampleZchn">
    <w:name w:val="IQB-RSExample Zchn"/>
    <w:link w:val="IQB-RSExample"/>
    <w:rsid w:val="005F68A2"/>
    <w:rPr>
      <w:rFonts w:ascii="Arial" w:eastAsia="Times New Roman" w:hAnsi="Arial"/>
      <w:sz w:val="24"/>
      <w:szCs w:val="24"/>
    </w:rPr>
  </w:style>
  <w:style w:type="paragraph" w:customStyle="1" w:styleId="IQB-Aufgabengrafik">
    <w:name w:val="IQB-Aufgabengrafik"/>
    <w:basedOn w:val="Standard"/>
    <w:link w:val="IQB-AufgabengrafikZchn"/>
    <w:qFormat/>
    <w:rsid w:val="005F68A2"/>
    <w:pPr>
      <w:widowControl w:val="0"/>
      <w:spacing w:before="120"/>
    </w:pPr>
    <w:rPr>
      <w:rFonts w:ascii="Arial" w:hAnsi="Arial"/>
    </w:rPr>
  </w:style>
  <w:style w:type="character" w:customStyle="1" w:styleId="IQB-AufgabengrafikZchn">
    <w:name w:val="IQB-Aufgabengrafik Zchn"/>
    <w:link w:val="IQB-Aufgabengrafik"/>
    <w:rsid w:val="005F68A2"/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MP_ROSEFRED\Desktop\Vorlage_Aufgab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Vorlage_Aufgabe</Template>
  <TotalTime>0</TotalTime>
  <Pages>2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IQB</Company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Frederike Rose</dc:creator>
  <cp:lastModifiedBy>Lisa Koch</cp:lastModifiedBy>
  <cp:revision>4</cp:revision>
  <dcterms:created xsi:type="dcterms:W3CDTF">2015-12-11T13:55:00Z</dcterms:created>
  <dcterms:modified xsi:type="dcterms:W3CDTF">2020-11-09T15:37:00Z</dcterms:modified>
</cp:coreProperties>
</file>